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i/>
          <w:color w:val="004DBB"/>
          <w:sz w:val="72"/>
        </w:rPr>
      </w:pPr>
      <w:r>
        <w:rPr>
          <w:rFonts w:ascii="Segoe UI Symbol" w:hAnsi="Segoe UI Symbol" w:cs="Segoe UI Symbol"/>
          <w:b/>
          <w:i/>
          <w:color w:val="004DBB"/>
          <w:sz w:val="72"/>
        </w:rPr>
        <w:t>№</w:t>
      </w:r>
      <w:r>
        <w:rPr>
          <w:rFonts w:cs="Calibri"/>
          <w:b/>
          <w:i/>
          <w:color w:val="004DBB"/>
          <w:sz w:val="72"/>
        </w:rPr>
        <w:t xml:space="preserve"> </w:t>
      </w:r>
      <w:r>
        <w:rPr>
          <w:rFonts w:ascii="Times New Roman" w:hAnsi="Times New Roman"/>
          <w:b/>
          <w:i/>
          <w:color w:val="004DBB"/>
          <w:sz w:val="72"/>
        </w:rPr>
        <w:t xml:space="preserve">7 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i/>
          <w:color w:val="004DBB"/>
          <w:sz w:val="72"/>
        </w:rPr>
      </w:pPr>
      <w:r>
        <w:rPr>
          <w:rFonts w:ascii="Times New Roman" w:hAnsi="Times New Roman"/>
          <w:b/>
          <w:i/>
          <w:color w:val="004DBB"/>
          <w:sz w:val="72"/>
        </w:rPr>
        <w:t>Комплекс утренней гимнастики средняя группа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Сентябрь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</w:t>
      </w:r>
    </w:p>
    <w:p w:rsidR="007377A2" w:rsidRDefault="007377A2">
      <w:pPr>
        <w:spacing w:after="200" w:line="276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Упражнение «Пчелки»  бег по кругу с поднятыми в стороны руками, произнося «жу-жу-жу» На слова «Сели пчелы на цветы» дети присаживаются на корточки. Построение в 2 колонны.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«Хлопки»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стоя, ноги на ширине плеч, руки вдоль туловища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(влево), развести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«Где же ножки?»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руки прямые за головой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прямую правую (левую) ногу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«Мячики»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на месте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Сентябрь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кубиками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«Переложи кубик»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кубик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подняться на носки, переложить кубик в другую руку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«Хлопки по коленям»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В.1. наклон туловища вперед, хлопнуть кубиком о колени прямых ног, 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сказать «тук-тук»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скрестно,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стопы, кубик в двух руках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положить (взять) кубик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«Волчок»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вокруг кубика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spacing w:after="200" w:line="276" w:lineRule="auto"/>
        <w:rPr>
          <w:rFonts w:ascii="Times New Roman" w:hAnsi="Times New Roman"/>
          <w:sz w:val="28"/>
        </w:rPr>
      </w:pPr>
    </w:p>
    <w:p w:rsidR="007377A2" w:rsidRDefault="007377A2">
      <w:pPr>
        <w:spacing w:after="200" w:line="276" w:lineRule="auto"/>
        <w:rPr>
          <w:rFonts w:ascii="Times New Roman" w:hAnsi="Times New Roman"/>
          <w:b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Октябрь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</w:t>
      </w:r>
    </w:p>
    <w:p w:rsidR="007377A2" w:rsidRDefault="007377A2">
      <w:pPr>
        <w:spacing w:after="200" w:line="276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Построение в 2 колонны.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«Елка»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стоя, ноги на ширине плеч, руки вдоль туловища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через стороны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«Посмотрим по сторонам»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 сторону, руку в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3.«Зеленые иголки»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 на пятках,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встать на колени, руки в стороны-вверх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«Орех»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руки вдоль туловища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В.1. поднять согнутые в коленях ноги, обхватить их руками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«Лодочка»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животе, руки вверх, ноги слегка приподняты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покачаться вперед-назад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«Белочки»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на месте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Октябрь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малым мячом</w:t>
      </w:r>
    </w:p>
    <w:p w:rsidR="007377A2" w:rsidRDefault="007377A2">
      <w:pPr>
        <w:spacing w:after="200" w:line="276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Построение в 2 колонны.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«Переложи мяч»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вверх, переложить мяч в левую руку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«Прокати мяч»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прокатить мяч от правой (левой)  ноги к левой (правой)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скрестно, мяч в правой (левой)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(влево), отвести руку в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«Рыбка»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животе, мяч в двух руках перед собой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прогнуться, вынести мяч вперед-вверх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мяч в правой (левой)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положить (взять) мяч на пол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«Прыгунки»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на месте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Речевка</w:t>
      </w:r>
      <w:r>
        <w:rPr>
          <w:rFonts w:ascii="Times New Roman" w:hAnsi="Times New Roman"/>
          <w:sz w:val="28"/>
        </w:rPr>
        <w:t>.                       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Ноябрь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«Матрешки»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Бег с высоким подниманием колена.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«Матрешки пляшут»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развести руки в стороны, приподнять плечи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опустить руки, сказать «Ох!»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«Матрешки кланяются»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отвести руки назад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«Матрешки качаются»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«Матрешки делают пружинку»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полуприсед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«Матрешки вверх-вниз»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 на пятках,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встать на колени, поднять руки вверх, потянуться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«Матрешки прыгают»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вместе,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на месте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Ноябрь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обручем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поясе. Легкий бег. Бег с высоким подниманием колена.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«Шоферы»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обручем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руки вперед, обруч перед собой «держим руль», сказать «р-р-р»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«Обруч вверх»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стоя, ноги на ширине плеч, руки с обручем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В.1. обруч вперед                            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обруч вверх, посмотреть в обруч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обруч вперед                           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стоя, ноги на ширине плеч, руки с обручем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(влево), обруч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обручем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руки вынести вперед, сказать «вниз»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«Прыжки из обруча в обруч»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вместе,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из обруча в обруч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Декабрь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«Зима»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«Обхвати плечи»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развести руки в стороны, затем обхватить плечи, сказать «Ух!»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«Отряхни снег»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постучать по коленям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«Погреем наши ноги»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правую (левую) ногу, согнутую в колене, руками подтянуть 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«Бросим снежок»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отвести правую (левую) руку назад и рывком вынести ее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Прыжки на правой и левой ноге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вместе,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правой (левой) ноге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На зарядку становись.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Декабрь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малым мячом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«Переложи мяч»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руки вверх, переложить мяч в левую руку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«Прокати мяч»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прокатить мяч от правой (левой)  ноги к левой (правой)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скрестно, мяч в правой (левой)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(влево), отвести руку в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«Рыбка»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животе, мяч в двух руках перед собой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прогнуться, вынести мяч вперед-вверх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мяч в правой (левой)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положить (взять) мяч на пол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«Прыгунки»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мяч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на месте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          </w:t>
      </w:r>
      <w:r>
        <w:rPr>
          <w:rFonts w:ascii="Times New Roman" w:hAnsi="Times New Roman"/>
          <w:sz w:val="28"/>
        </w:rPr>
        <w:t>По утрам не ленись,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На зарядку становись.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Январь</w:t>
      </w:r>
    </w:p>
    <w:p w:rsidR="007377A2" w:rsidRDefault="007377A2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с кубиками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«Кубики вместе»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кубиками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вверх, посмотреть на кубики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«Подъемный кран»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(влево), поднять левую (правую) руку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«Постучи»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кубики у плеч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постучать по коленям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«Бревнышко»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кубики за головой на полу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В.1-3. поворот на бок, живот, бок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«Кубик к колену»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правую (левую) ногу, коснуться кубиками колена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«Прыжки вокруг кубиков»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вокруг кубиков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Февраль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«Часы»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«Заводим часы»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В.1-4 круговое вращение руками в одну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5-7 круговое вращение руками в другую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8.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«Часы идут»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В.1-4. 3 шага вперед полуприсед, хлопок в ладоши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5-8. 3 шага назад, хлопок в ладоши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 «Маленькая и большая стрелка»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В.1-3. руки вверх, перекрестные махи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 «Бой часов»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стукнуть по коленям, сказать «бом-бом»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«Считаем секунды»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животе, голова на согнутых в локтях на руках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В.1-3. поднимать и опускать ноги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«Минутки»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В.1-4. прыжки на двух ногах, руки на поясе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5-8. прыжки на двух ногах с хлопками в ладоши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легкий бег.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Тот всегда здоровым будет.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Февраль</w:t>
      </w:r>
    </w:p>
    <w:p w:rsidR="007377A2" w:rsidRDefault="007377A2">
      <w:pPr>
        <w:jc w:val="center"/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флажками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«Скрестить флажки»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вверх, скрестить флажки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«Достань до носков»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за спиной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коснуться носков ног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 на коленях, флажки у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врозь, флажки у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коснуться флажками пол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флажки у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коснуться флажками пол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с флажками у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 в колонне по одному, легкий бег.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Тот всегда здоровым будет.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Март</w:t>
      </w:r>
    </w:p>
    <w:p w:rsidR="007377A2" w:rsidRDefault="007377A2">
      <w:pPr>
        <w:jc w:val="center"/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«Спортсмены»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Перестроение в две колонны. Упражнение «Цапли»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«Наши руки»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 3. поднять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за голову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 на коленях, руки у плеч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(влево), коснуться пятки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«Наши ноги»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прямые, руки в упоре сзади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прямую правую (левую) ногу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«Прыгунки»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both"/>
        <w:rPr>
          <w:rFonts w:ascii="Times New Roman" w:hAnsi="Times New Roman"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Март</w:t>
      </w:r>
    </w:p>
    <w:p w:rsidR="007377A2" w:rsidRDefault="007377A2">
      <w:pPr>
        <w:jc w:val="center"/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кеглей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Перестроение в две колонны. Упражнение «Цапли»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«Переложи кеглю»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кегля в правой руке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вперед, переложить кеглю в другую руку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кегля в правой руке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переложить кеглю за правой (левой) ногой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 на коленях, кегля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 отвести кеглю в сторону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«Кеглю поставь»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 ноги врозь, кегля в обеих руках перед собой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наклониться вперед, поставить (взять) кеглю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«Лежа на спине»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ноги прямые, кегля в правой руке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прямую правую (левую) ногу, переложить кеглю в другую руку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«Прыгунки»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пояс, кеглю поставить на пол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Апрель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Ходьба, перешагивая попеременно правой и левой ногой через бруски.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«Хлопки»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вдоль туловища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руки вперед, хлопнуть в ладоши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«Хлопки по ноге»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за головой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(влево), хлопнуть по ноге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«Достань до пальцев»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врозь, руки за спиной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коснуться пальцами носков ног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«Хлопки по коленям»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руки прямые за головой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прямые ноги, хлопнуть руками по ногам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вокруг себя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Тот всегда здоровым будет.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Апрель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косичкой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 со сменой ведущего.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«Подними косичку»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косичка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косичку к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косичку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косичку к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косичка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поднять косичку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наклон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«Коснись колена»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косичка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косичку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согнуть ногу в колене, коснуться косичкой ноги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«Наклоны к ногам»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сидя, ноги врозь, косичка у груди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коснуться косичкой носков ног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«Прыжки»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пояс, стоя боком к косичке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через косичку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Май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 и бег по кругу, взявшись за руки.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«Сделай круг»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через стороны вверх, сделать круг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«Покажи носок»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за спиной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правую (левую) ногу вперед на носок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«Маятник»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 на коленях, руки прижаты к туловищу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не сгибая спины небольшой наклон назад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«Бревнышко»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на спине, руки вперед, ноги вместе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на один бок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спину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на другой бок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«Прыгунки»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Тот всегда здоровым будет.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Май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на скамейках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 и бег по кругу, взявшись за руки. Перестроение в две колонны.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«Руки в стороны»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И.П. сидя на гимнастической скамейке, руки на пояс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за голову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И.П. сидя на гимнастической скамейке, руки на пояс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наклон вправо (влево), коснуться пола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выпрямиться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«Повороты»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сидя на гимнастической скамейке, руки за головой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поворот вправо (влево)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«Подними ноги»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лежа перпендикулярно к скамейке, хват руками за край скамейки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поднять прямые ноги вперед-вверх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И.П. стоя сбоку от скамейки, ноги на ширине ступни, руки на поясе 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руки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стоя боком к скамейке, руки вдоль туловища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В.1. прыжки на двух ногах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Тот всегда здоровым будет.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Июнь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1 (на улице)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 и бег по кругу. Перестроение в две колонны.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«Руки к плечам»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руки  к плечам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руки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«Наклоны вперед»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В.1,3.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наклон вперед, коснуться руками колен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«Наклоны в стороны»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(влево), правую руку вниз, левую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«Приседания»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за головой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присесть, руки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«Прыжки»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слегка расставлены, руки на поясе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В.1. прыжки на двух ногах с поворотом кругом в обе стороны 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Июнь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Комплекс утренней гимнастики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2 с кубиками (на улице)</w:t>
      </w:r>
    </w:p>
    <w:p w:rsidR="007377A2" w:rsidRDefault="007377A2">
      <w:pPr>
        <w:jc w:val="center"/>
        <w:rPr>
          <w:rFonts w:ascii="Times New Roman" w:hAnsi="Times New Roman"/>
          <w:b/>
          <w:sz w:val="28"/>
        </w:rPr>
      </w:pPr>
    </w:p>
    <w:p w:rsidR="007377A2" w:rsidRDefault="007377A2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Средняя группа.</w:t>
      </w:r>
    </w:p>
    <w:p w:rsidR="007377A2" w:rsidRDefault="007377A2">
      <w:pPr>
        <w:jc w:val="both"/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Ходьба, легкий бег, ходьба на носках, пятках. Ходьба и бег по кругу. Перестроение в две колонны.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«Умки»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кубиками у плеч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наклоны головы к правому и левому плечу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«Кубики вместе»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кубиками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вверх, посмотреть на кубики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3. руки в стороны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4. И.П.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«Подъемный кран»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руки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вправо (влево), поднять левую (правую) руку вверх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«Постучи»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плеч, кубики у плеч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наклон вперед, постучать по коленям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«Приседания с кубиками»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ноги на ширине ступни, руки с кубиками внизу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 1. присесть, руки вынести вперед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2. И.П.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«Прыжки вокруг кубиков»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И.П. О.С. руки на пояс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В.1. прыжки на двух ногах вокруг кубиков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Упражнение на дыхание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b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Речевка.                    </w:t>
      </w:r>
      <w:r>
        <w:rPr>
          <w:rFonts w:ascii="Times New Roman" w:hAnsi="Times New Roman"/>
          <w:sz w:val="28"/>
        </w:rPr>
        <w:t>Кто зарядку крепко любит,</w:t>
      </w:r>
    </w:p>
    <w:p w:rsidR="007377A2" w:rsidRDefault="007377A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Тот всегда здоровым будет.</w:t>
      </w: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Default="007377A2">
      <w:pPr>
        <w:rPr>
          <w:rFonts w:ascii="Times New Roman" w:hAnsi="Times New Roman"/>
          <w:sz w:val="28"/>
        </w:rPr>
      </w:pP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72"/>
        </w:rPr>
        <w:t>Картотека комплексов утренней гимнастики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72"/>
        </w:rPr>
        <w:t>в летний период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72"/>
        </w:rPr>
        <w:t>с детьми среднего дошкольного возраста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№1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Июнь (1-2 неделя)</w:t>
      </w:r>
    </w:p>
    <w:p w:rsidR="007377A2" w:rsidRPr="00252E0F" w:rsidRDefault="007377A2" w:rsidP="00252E0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«Ушки».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 стоя, ноги на ширине плеч, руки на поясе, смотреть вперед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наклон головы к правому плечу, плечи не поднимать, вернуться в и. п.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Наклон головы к левому плечу, плечи поднимать, вернуться в и. п.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Повторить: по 3 раза в каждую сторону.</w:t>
      </w:r>
    </w:p>
    <w:p w:rsidR="007377A2" w:rsidRPr="00252E0F" w:rsidRDefault="007377A2" w:rsidP="00252E0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«Наклоны - пружинки».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 стоя,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поднять руки вверх. Пружинящие наклоны вперед, руки держать прямо, не опускать, вернуться в и. п. Повторить: 4 раза.</w:t>
      </w:r>
    </w:p>
    <w:p w:rsidR="007377A2" w:rsidRPr="00252E0F" w:rsidRDefault="007377A2" w:rsidP="00252E0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«Струна».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И.П.: основная стойка, руки на поясе.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подняться на носки. Вытянуться вверх – как струна, вернуться в и.п.</w:t>
      </w:r>
    </w:p>
    <w:p w:rsidR="007377A2" w:rsidRPr="00252E0F" w:rsidRDefault="007377A2" w:rsidP="00252E0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«Достань до пятки».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И.П.: стоя, ноги шире плеч, руки опущены, висят.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прогибаясь назад, слегка согнув ноги колени, стараясь правой рукой дотянуться до пятки правой ноги, вернуться в и. п., то же для левой руки и ноги, вернуться в и. п.</w:t>
      </w:r>
    </w:p>
    <w:p w:rsidR="007377A2" w:rsidRPr="00252E0F" w:rsidRDefault="007377A2" w:rsidP="00252E0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«Лошадки»</w:t>
      </w:r>
      <w:r w:rsidRPr="00252E0F">
        <w:rPr>
          <w:rFonts w:ascii="Times New Roman" w:hAnsi="Times New Roman"/>
          <w:color w:val="000000"/>
          <w:sz w:val="24"/>
          <w:szCs w:val="24"/>
        </w:rPr>
        <w:t>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основная стойка, прямые руки впереди.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поднять правую ногу, согнутую в колене, оттянув носок вниз, с одновременным махом обеих прямых рук назад, вернуться в и. п.</w:t>
      </w:r>
    </w:p>
    <w:p w:rsidR="007377A2" w:rsidRPr="00252E0F" w:rsidRDefault="007377A2" w:rsidP="00252E0F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«Подскоки».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параллельно, руки на поясе.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1-10 подскоки на двух ногах.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Ходьба на месте с махами руками (марширование) Повторить: 3 раза.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№2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Июнь (3-4 неделя)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Ходьба по кругу: вперед – назад, на месте; задом – наперед, на носках, на пятках, по – медвежьи - на внешней стороне стопы. Смена вида ходьбы – по сигналу бубна или хлопка в ладоши. Легкий бег.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1. «Где корабль?»</w:t>
      </w:r>
      <w:r w:rsidRPr="00252E0F">
        <w:rPr>
          <w:rFonts w:ascii="Times New Roman" w:hAnsi="Times New Roman"/>
          <w:color w:val="000000"/>
          <w:sz w:val="24"/>
          <w:szCs w:val="24"/>
        </w:rPr>
        <w:t>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основная стойка, руки на поясе, смотреть вперед.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поворот головы вправо, вернуться в и. п. поворот головы влево, вернуться в и. п. Повторить: по 3 раза в каждую сторону.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 «Багаж».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кисти рук сжать в кулак, обе руки поднять в сторону, руки опустить, вернуться в и. п. Повторить: 4 раза.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3. «Мачта».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левая рука на поясе; наклон в левую сторону; правая рука идет вверх, правая рука на поясе; наклон в правую сторону; левая рука идет вверх.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Повторить: 4-5 раз.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4. «Вверх – вниз».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сидя на полу, руки согнуты, опора на локти.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поднять обе ноги вверх, вернуться в и. п. Повторить: 4-5 раз.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 «Волны бьются о борт корабля».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круговое движение выпрямленной правой рукой, круговое движение выпрямленной правой рукой, вернуться в и. п.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Повторить: 4 раза.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6.«Драим палубу».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наклон вперед; взмахи прямыми опущенными руками вправо – влево (стараясь достать руками до пола). Вернуться в и. п.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Повторить: 4-5 раза.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№3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Июль (1-2 неделя)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Pr="00252E0F">
        <w:rPr>
          <w:rFonts w:ascii="Times New Roman" w:hAnsi="Times New Roman"/>
          <w:color w:val="000000"/>
          <w:sz w:val="24"/>
          <w:szCs w:val="24"/>
        </w:rPr>
        <w:t> Ходьба и бег с ускорением и замедлением темпа движения; бег с высоким подниманием бедра; бег врассыпную.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252E0F">
        <w:rPr>
          <w:rFonts w:ascii="Times New Roman" w:hAnsi="Times New Roman"/>
          <w:color w:val="000000"/>
          <w:sz w:val="24"/>
          <w:szCs w:val="24"/>
        </w:rPr>
        <w:t> И. п.: основная стойка, руки вдоль туловища, руки к плечам; круговые движения вперед; то же назад; исходное положение (5-6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стойка ноги на ширине плеч, руки согнуты перед грудью, поворот вправо, руки в стороны; исходное положение. То же влево (6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стойка ноги на ширине ступни, руки на поясе, руки в стороны; поднять правую ногу, хлопнуть под коленом в ладоши; опустить ногу, руки в стороны; исходное положение. То же левой ногой (6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лежа на спине, руки вдоль туловища, поднять ноги, согнуть в коленях, вращая ими, как на велосипеде, опустить (3-4 раза).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лежа на животе, руки согнуты перед собой, прогнуться, руки вперед-вверх, ноги приподнять; исходное положение.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№4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Июль(3- 4 неделя)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Игра «Летает — не летает»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 с верёвкой).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Pr="00252E0F">
        <w:rPr>
          <w:rFonts w:ascii="Times New Roman" w:hAnsi="Times New Roman"/>
          <w:color w:val="000000"/>
          <w:sz w:val="24"/>
          <w:szCs w:val="24"/>
        </w:rPr>
        <w:t> И. п.— основная стойка, верёвка внизу хватом рук с боков; поднять верёвку вверх; повернуть и опустить за спину, верёвку вверх; исходное положение (6-8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стойка ноги врозь, верёвка внизу: верёвка вверх, наклониться вправо (влево), выпрямиться, верёвка вверх, исходное положение (6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стоя, верёвка на полу, руки вдоль туловища, 1- присесть, взять верёвку хватом с боков; 2 - встать, верёвку на уровне пояса; 3 — присесть, положить верёвку на пол; 4 — исходное положение (5-6 раз).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стойка ноги врозь, в согнутых руках у груди. 1-2 — наклониться вперед, коснуться верёвкой носка правой (левой) ноги; 3-4 — вернуться в исходное положение.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252E0F">
        <w:rPr>
          <w:rFonts w:ascii="Times New Roman" w:hAnsi="Times New Roman"/>
          <w:color w:val="000000"/>
          <w:sz w:val="24"/>
          <w:szCs w:val="24"/>
        </w:rPr>
        <w:t> И. п. — стоя, верёвка на полу: прыжки на двух ногах через верёвку, на счет 1-8; поворот кругом и снова повторить прыжки.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№5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Август (1-2 неделя)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С гимнастической палкой.</w:t>
      </w:r>
    </w:p>
    <w:p w:rsidR="007377A2" w:rsidRPr="00252E0F" w:rsidRDefault="007377A2" w:rsidP="00252E0F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«Палка вверх»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на ширине плеч, гимнастическая палка в руках (держать ее хватом ближе к концам) – опущена вниз.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прямыми руками поднять палку вверх, опустить палку на плечи, прямыми руками поднять палку вверх, вернуться в и. п.  Повторить: 4-5 раз</w:t>
      </w:r>
    </w:p>
    <w:p w:rsidR="007377A2" w:rsidRPr="00252E0F" w:rsidRDefault="007377A2" w:rsidP="00252E0F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«Наклоны вперед»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на ширине плеч, руки с палкой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наклон вперед, палку держать перед собой, голову не опускать, колени не сгибать; вернуться в и. п. Повторить: 5-6 раз.</w:t>
      </w:r>
    </w:p>
    <w:p w:rsidR="007377A2" w:rsidRPr="00252E0F" w:rsidRDefault="007377A2" w:rsidP="00252E0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«Повороты»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на ширине плеч, руки с палкой вперед.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поворот в правую сторону, палку опустить, сказать «Вправо», вернуться в и. п.; то же в левую сторону, сказать «Влево», вернуться в и. п. Повторить: по 3 раза в каждую сторону.</w:t>
      </w:r>
    </w:p>
    <w:p w:rsidR="007377A2" w:rsidRPr="00252E0F" w:rsidRDefault="007377A2" w:rsidP="00252E0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«Перешагивание»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 ноги параллельно, руки с палкой внизу.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держа палку как можно ближе к концам, перешагнуть через нее ( не выпуская ее из рук); правой ногой, голову не опускать вернуться в и. п. Повторить: 3 раза каждой ногой.</w:t>
      </w:r>
    </w:p>
    <w:p w:rsidR="007377A2" w:rsidRPr="00252E0F" w:rsidRDefault="007377A2" w:rsidP="00252E0F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«Перепрыгивание»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стоя, ноги параллельно, руки на поясе, гимнастическая палка на полу.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прыжки на двух ногах через палку ( прыгнуть вперед, развернуться, вновь прыгнуть вперед, развернуться). Повторить: 3 раза.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Комплекс № 6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Август (3-4 неделя)</w:t>
      </w:r>
    </w:p>
    <w:p w:rsidR="007377A2" w:rsidRPr="00252E0F" w:rsidRDefault="007377A2" w:rsidP="00252E0F">
      <w:pPr>
        <w:shd w:val="clear" w:color="auto" w:fill="FFFFFF"/>
        <w:jc w:val="center"/>
        <w:rPr>
          <w:color w:val="000000"/>
        </w:rPr>
      </w:pPr>
      <w:r w:rsidRPr="00252E0F">
        <w:rPr>
          <w:rFonts w:ascii="Times New Roman" w:hAnsi="Times New Roman"/>
          <w:b/>
          <w:bCs/>
          <w:color w:val="000000"/>
          <w:sz w:val="24"/>
          <w:szCs w:val="24"/>
        </w:rPr>
        <w:t>«Цапля»</w:t>
      </w:r>
    </w:p>
    <w:p w:rsidR="007377A2" w:rsidRPr="00252E0F" w:rsidRDefault="007377A2" w:rsidP="00252E0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«Цапля машет крыльями»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основная стойка.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подняв руки в стороны, сделать ими на уровне плеч три волнообразных движения, слегка сгибая и выпрямляя локти. При сгибании локтей кисти рук опускаются, при выпрямлении – поднимаются. Повторить: 3 раза.</w:t>
      </w:r>
    </w:p>
    <w:p w:rsidR="007377A2" w:rsidRPr="00252E0F" w:rsidRDefault="007377A2" w:rsidP="00252E0F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«Цапля хлопает крыльями»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ноги на ширине плеч, руки опущены.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поворот туловища в левую сторону, прямыми руками хлопая по бокам; ноги неподвижно, вернуться в и. п. Повторить: 3 -4 раза.</w:t>
      </w:r>
    </w:p>
    <w:p w:rsidR="007377A2" w:rsidRPr="00252E0F" w:rsidRDefault="007377A2" w:rsidP="00252E0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«Цапля кланяется»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основная стойка, руки на поясе.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наклон вперед, прямые руки одновременно отводятся назад, колени не сгибать, смотреть вперед, вернуться в и. п. Повторить: 6 раз.</w:t>
      </w:r>
    </w:p>
    <w:p w:rsidR="007377A2" w:rsidRPr="00252E0F" w:rsidRDefault="007377A2" w:rsidP="00252E0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60"/>
        <w:rPr>
          <w:rFonts w:cs="Arial"/>
          <w:color w:val="000000"/>
        </w:rPr>
      </w:pPr>
      <w:r w:rsidRPr="00252E0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 Цапля танцует»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И. п.: основная стойка, руки на поясе.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Выполнение: приседание на согнутой правой ноге, выставляя левую ногу на пятку вперед, с одновременным подниманием и опусканием рук, слегка согнутых в локтях, выпрямиться. То же с левой ногой. Повторить: 5- 6 раз.</w:t>
      </w:r>
    </w:p>
    <w:p w:rsidR="007377A2" w:rsidRPr="00252E0F" w:rsidRDefault="007377A2" w:rsidP="00252E0F">
      <w:pPr>
        <w:shd w:val="clear" w:color="auto" w:fill="FFFFFF"/>
        <w:rPr>
          <w:color w:val="000000"/>
        </w:rPr>
      </w:pPr>
      <w:r w:rsidRPr="00252E0F">
        <w:rPr>
          <w:rFonts w:ascii="Times New Roman" w:hAnsi="Times New Roman"/>
          <w:color w:val="000000"/>
          <w:sz w:val="24"/>
          <w:szCs w:val="24"/>
        </w:rPr>
        <w:t>Завершаем комплекс ходьба по кругу с использованием движений из упражнения «Цапля машет крыльями»</w:t>
      </w:r>
    </w:p>
    <w:p w:rsidR="007377A2" w:rsidRDefault="007377A2">
      <w:pPr>
        <w:rPr>
          <w:rFonts w:ascii="Times New Roman" w:hAnsi="Times New Roman"/>
          <w:b/>
          <w:sz w:val="28"/>
        </w:rPr>
      </w:pPr>
    </w:p>
    <w:sectPr w:rsidR="007377A2" w:rsidSect="00F60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7B06"/>
    <w:multiLevelType w:val="multilevel"/>
    <w:tmpl w:val="D03E6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D7595E"/>
    <w:multiLevelType w:val="multilevel"/>
    <w:tmpl w:val="5A526D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A10F5A"/>
    <w:multiLevelType w:val="multilevel"/>
    <w:tmpl w:val="56DEDF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6F17552"/>
    <w:multiLevelType w:val="multilevel"/>
    <w:tmpl w:val="2EF26F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A42182"/>
    <w:multiLevelType w:val="multilevel"/>
    <w:tmpl w:val="4C6076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FF4388"/>
    <w:multiLevelType w:val="multilevel"/>
    <w:tmpl w:val="13C6DE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9D761B"/>
    <w:multiLevelType w:val="multilevel"/>
    <w:tmpl w:val="849489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51D0845"/>
    <w:multiLevelType w:val="multilevel"/>
    <w:tmpl w:val="FA7ADB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09C6F52"/>
    <w:multiLevelType w:val="multilevel"/>
    <w:tmpl w:val="E91697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9690483"/>
    <w:multiLevelType w:val="multilevel"/>
    <w:tmpl w:val="69F43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2374821"/>
    <w:multiLevelType w:val="multilevel"/>
    <w:tmpl w:val="D7542A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3617BE0"/>
    <w:multiLevelType w:val="multilevel"/>
    <w:tmpl w:val="3C5E3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57541ED"/>
    <w:multiLevelType w:val="multilevel"/>
    <w:tmpl w:val="D0780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7801867"/>
    <w:multiLevelType w:val="multilevel"/>
    <w:tmpl w:val="DF3EE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E2596B"/>
    <w:multiLevelType w:val="multilevel"/>
    <w:tmpl w:val="37AC3B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0"/>
  </w:num>
  <w:num w:numId="7">
    <w:abstractNumId w:val="13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 w:numId="12">
    <w:abstractNumId w:val="12"/>
  </w:num>
  <w:num w:numId="13">
    <w:abstractNumId w:val="3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5BA"/>
    <w:rsid w:val="001875BA"/>
    <w:rsid w:val="00252E0F"/>
    <w:rsid w:val="007377A2"/>
    <w:rsid w:val="00C15CA4"/>
    <w:rsid w:val="00F6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6">
    <w:name w:val="c16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DefaultParagraphFont"/>
    <w:uiPriority w:val="99"/>
    <w:rsid w:val="00252E0F"/>
    <w:rPr>
      <w:rFonts w:cs="Times New Roman"/>
    </w:rPr>
  </w:style>
  <w:style w:type="paragraph" w:customStyle="1" w:styleId="c19">
    <w:name w:val="c19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DefaultParagraphFont"/>
    <w:uiPriority w:val="99"/>
    <w:rsid w:val="00252E0F"/>
    <w:rPr>
      <w:rFonts w:cs="Times New Roman"/>
    </w:rPr>
  </w:style>
  <w:style w:type="character" w:customStyle="1" w:styleId="c0">
    <w:name w:val="c0"/>
    <w:basedOn w:val="DefaultParagraphFont"/>
    <w:uiPriority w:val="99"/>
    <w:rsid w:val="00252E0F"/>
    <w:rPr>
      <w:rFonts w:cs="Times New Roman"/>
    </w:rPr>
  </w:style>
  <w:style w:type="character" w:customStyle="1" w:styleId="c5">
    <w:name w:val="c5"/>
    <w:basedOn w:val="DefaultParagraphFont"/>
    <w:uiPriority w:val="99"/>
    <w:rsid w:val="00252E0F"/>
    <w:rPr>
      <w:rFonts w:cs="Times New Roman"/>
    </w:rPr>
  </w:style>
  <w:style w:type="paragraph" w:customStyle="1" w:styleId="c7">
    <w:name w:val="c7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11">
    <w:name w:val="c11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252E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23</Pages>
  <Words>3846</Words>
  <Characters>21924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777</cp:lastModifiedBy>
  <cp:revision>2</cp:revision>
  <dcterms:created xsi:type="dcterms:W3CDTF">2021-08-02T11:14:00Z</dcterms:created>
  <dcterms:modified xsi:type="dcterms:W3CDTF">2021-08-02T11:15:00Z</dcterms:modified>
</cp:coreProperties>
</file>